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0DD" w:rsidRPr="00A50287" w:rsidRDefault="006360DD" w:rsidP="00A50287">
      <w:pPr>
        <w:pStyle w:val="NormalWeb"/>
        <w:jc w:val="center"/>
        <w:rPr>
          <w:rFonts w:ascii="Helvetica" w:hAnsi="Helvetica" w:cs="Helvetica"/>
          <w:b/>
          <w:bCs/>
          <w:color w:val="333333"/>
          <w:u w:val="single"/>
        </w:rPr>
      </w:pPr>
      <w:r w:rsidRPr="00A50287">
        <w:rPr>
          <w:rFonts w:ascii="Helvetica" w:hAnsi="Helvetica" w:cs="Helvetica"/>
          <w:b/>
          <w:bCs/>
          <w:color w:val="333333"/>
          <w:u w:val="single"/>
        </w:rPr>
        <w:t xml:space="preserve">GENETIC ENGINEERING </w:t>
      </w:r>
      <w:r>
        <w:rPr>
          <w:rFonts w:ascii="Helvetica" w:hAnsi="Helvetica" w:cs="Helvetica"/>
          <w:b/>
          <w:bCs/>
          <w:color w:val="333333"/>
          <w:u w:val="single"/>
        </w:rPr>
        <w:t>–</w:t>
      </w:r>
      <w:r w:rsidRPr="00A50287">
        <w:rPr>
          <w:rFonts w:ascii="Helvetica" w:hAnsi="Helvetica" w:cs="Helvetica"/>
          <w:b/>
          <w:bCs/>
          <w:color w:val="333333"/>
          <w:u w:val="single"/>
        </w:rPr>
        <w:t xml:space="preserve"> BIOTECHNOLOGY</w:t>
      </w:r>
      <w:r>
        <w:rPr>
          <w:rFonts w:ascii="Helvetica" w:hAnsi="Helvetica" w:cs="Helvetica"/>
          <w:b/>
          <w:bCs/>
          <w:color w:val="333333"/>
          <w:u w:val="single"/>
        </w:rPr>
        <w:t>-ELL</w:t>
      </w:r>
    </w:p>
    <w:p w:rsidR="006360DD" w:rsidRDefault="006360DD" w:rsidP="00515C5A">
      <w:pPr>
        <w:pStyle w:val="ListParagraph"/>
        <w:numPr>
          <w:ilvl w:val="0"/>
          <w:numId w:val="8"/>
        </w:numPr>
        <w:jc w:val="center"/>
      </w:pPr>
      <w:r>
        <w:t xml:space="preserve">Go to </w:t>
      </w:r>
      <w:hyperlink r:id="rId7" w:history="1">
        <w:r w:rsidRPr="00D93F6B">
          <w:rPr>
            <w:rStyle w:val="Hyperlink"/>
          </w:rPr>
          <w:t>http://biojayo.wikispaces.com/HERE</w:t>
        </w:r>
      </w:hyperlink>
      <w:r>
        <w:t xml:space="preserve"> for the animations needed to answer these questions</w:t>
      </w:r>
    </w:p>
    <w:p w:rsidR="006360DD" w:rsidRPr="00804B4A" w:rsidRDefault="006360DD" w:rsidP="0080372B"/>
    <w:p w:rsidR="006360DD" w:rsidRPr="00804B4A" w:rsidRDefault="006360DD" w:rsidP="0080372B">
      <w:r>
        <w:rPr>
          <w:b/>
          <w:bCs/>
          <w:u w:val="single"/>
        </w:rPr>
        <w:t xml:space="preserve">SECTION 1 </w:t>
      </w:r>
    </w:p>
    <w:p w:rsidR="006360DD" w:rsidRDefault="006360DD" w:rsidP="0080372B"/>
    <w:p w:rsidR="006360DD" w:rsidRDefault="006360DD" w:rsidP="0080372B">
      <w:pPr>
        <w:numPr>
          <w:ilvl w:val="0"/>
          <w:numId w:val="1"/>
        </w:numPr>
      </w:pPr>
      <w:r>
        <w:t>Do the virtual DNA extraction and answer the following question: Write down a brief but complete step by step procedure for extracting DNA out of a human cell.  Use a bulleted or numbered list rather than a continuous paragraph.</w:t>
      </w:r>
    </w:p>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rsidP="0080372B"/>
    <w:p w:rsidR="006360DD" w:rsidRDefault="006360DD"/>
    <w:p w:rsidR="006360DD" w:rsidRPr="00804B4A" w:rsidRDefault="006360DD" w:rsidP="00F22C0D">
      <w:r>
        <w:rPr>
          <w:b/>
          <w:bCs/>
          <w:u w:val="single"/>
        </w:rPr>
        <w:t>SECTION 2</w:t>
      </w:r>
    </w:p>
    <w:p w:rsidR="006360DD" w:rsidRDefault="006360DD" w:rsidP="00F22C0D"/>
    <w:p w:rsidR="006360DD" w:rsidRDefault="006360DD" w:rsidP="00F22C0D">
      <w:r>
        <w:t>Perform the virtual electrophoresis lab and answer the following questions:</w:t>
      </w:r>
    </w:p>
    <w:p w:rsidR="006360DD" w:rsidRDefault="006360DD" w:rsidP="00F22C0D"/>
    <w:p w:rsidR="006360DD" w:rsidRDefault="006360DD" w:rsidP="00C14859">
      <w:pPr>
        <w:numPr>
          <w:ilvl w:val="0"/>
          <w:numId w:val="2"/>
        </w:numPr>
      </w:pPr>
      <w:r>
        <w:t>How does electrophoresis sort DNA strands?</w:t>
      </w:r>
    </w:p>
    <w:p w:rsidR="006360DD" w:rsidRDefault="006360DD" w:rsidP="00C14859"/>
    <w:p w:rsidR="006360DD" w:rsidRDefault="006360DD" w:rsidP="00C14859"/>
    <w:p w:rsidR="006360DD" w:rsidRDefault="006360DD" w:rsidP="00C14859"/>
    <w:p w:rsidR="006360DD" w:rsidRDefault="006360DD" w:rsidP="00C14859"/>
    <w:p w:rsidR="006360DD" w:rsidRDefault="006360DD" w:rsidP="00C14859"/>
    <w:p w:rsidR="006360DD" w:rsidRDefault="006360DD" w:rsidP="00C14859"/>
    <w:p w:rsidR="006360DD" w:rsidRDefault="006360DD" w:rsidP="00C14859">
      <w:pPr>
        <w:numPr>
          <w:ilvl w:val="0"/>
          <w:numId w:val="2"/>
        </w:numPr>
      </w:pPr>
      <w:r>
        <w:t>How does the DNA travel through the gel?</w:t>
      </w:r>
    </w:p>
    <w:p w:rsidR="006360DD" w:rsidRDefault="006360DD" w:rsidP="00C14859"/>
    <w:p w:rsidR="006360DD" w:rsidRDefault="006360DD" w:rsidP="00C14859"/>
    <w:p w:rsidR="006360DD" w:rsidRDefault="006360DD" w:rsidP="00C14859"/>
    <w:p w:rsidR="006360DD" w:rsidRDefault="006360DD" w:rsidP="00C14859"/>
    <w:p w:rsidR="006360DD" w:rsidRDefault="006360DD" w:rsidP="00C14859"/>
    <w:p w:rsidR="006360DD" w:rsidRDefault="006360DD" w:rsidP="00C14859"/>
    <w:p w:rsidR="006360DD" w:rsidRDefault="006360DD" w:rsidP="00C14859"/>
    <w:p w:rsidR="006360DD" w:rsidRDefault="006360DD" w:rsidP="00C14859">
      <w:pPr>
        <w:numPr>
          <w:ilvl w:val="0"/>
          <w:numId w:val="2"/>
        </w:numPr>
      </w:pPr>
      <w:r>
        <w:t>Why do different strands travel different lengths within the same period of time?</w:t>
      </w:r>
    </w:p>
    <w:p w:rsidR="006360DD" w:rsidRDefault="006360DD" w:rsidP="00C14859"/>
    <w:p w:rsidR="006360DD" w:rsidRDefault="006360DD" w:rsidP="00C14859"/>
    <w:p w:rsidR="006360DD" w:rsidRDefault="006360DD" w:rsidP="00C14859"/>
    <w:p w:rsidR="006360DD" w:rsidRDefault="006360DD" w:rsidP="00C14859"/>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C14859">
      <w:pPr>
        <w:rPr>
          <w:b/>
          <w:bCs/>
          <w:u w:val="single"/>
        </w:rPr>
      </w:pPr>
    </w:p>
    <w:p w:rsidR="006360DD" w:rsidRDefault="006360DD" w:rsidP="001C48B9">
      <w:pPr>
        <w:rPr>
          <w:b/>
          <w:bCs/>
          <w:u w:val="single"/>
        </w:rPr>
      </w:pPr>
      <w:r>
        <w:rPr>
          <w:b/>
          <w:bCs/>
          <w:u w:val="single"/>
        </w:rPr>
        <w:t>RECOMBINANT DNA TECHNOLOGY (GENE SPLICING)</w:t>
      </w:r>
    </w:p>
    <w:p w:rsidR="006360DD" w:rsidRDefault="006360DD" w:rsidP="001C48B9">
      <w:pPr>
        <w:rPr>
          <w:b/>
          <w:bCs/>
          <w:u w:val="single"/>
        </w:rPr>
      </w:pPr>
    </w:p>
    <w:p w:rsidR="006360DD" w:rsidRDefault="006360DD" w:rsidP="001C48B9">
      <w:pPr>
        <w:numPr>
          <w:ilvl w:val="0"/>
          <w:numId w:val="7"/>
        </w:numPr>
      </w:pPr>
      <w:r>
        <w:t>Genetic engineering is the manipulation of genes for practical purposes.  For example, we use genetic engineering to mass produce human growth hormone and insulin (amongst many other products), to make plants pest resistant and to alter bacteria for cleaning up toxic waste</w:t>
      </w:r>
    </w:p>
    <w:p w:rsidR="006360DD" w:rsidRDefault="006360DD" w:rsidP="001C48B9">
      <w:pPr>
        <w:ind w:left="720"/>
      </w:pPr>
    </w:p>
    <w:p w:rsidR="006360DD" w:rsidRDefault="006360DD" w:rsidP="001C48B9">
      <w:pPr>
        <w:numPr>
          <w:ilvl w:val="0"/>
          <w:numId w:val="7"/>
        </w:numPr>
      </w:pPr>
      <w:r>
        <w:t xml:space="preserve">Recombinant DNA is formed when scientists combine DNA from two different sources (often different species) to form a single DNA molecule.  </w:t>
      </w:r>
    </w:p>
    <w:p w:rsidR="006360DD" w:rsidRDefault="006360DD" w:rsidP="001C48B9"/>
    <w:p w:rsidR="006360DD" w:rsidRPr="00151559" w:rsidRDefault="006360DD" w:rsidP="001C48B9">
      <w:pPr>
        <w:numPr>
          <w:ilvl w:val="0"/>
          <w:numId w:val="7"/>
        </w:numPr>
      </w:pPr>
      <w:r>
        <w:t>Gene splicing is the “cutting” of DNA segments (with restriction enzymes) so that those segments can be isolated, removed and inserted into different DNA molecules to make recombinant DNA</w:t>
      </w:r>
    </w:p>
    <w:p w:rsidR="006360DD" w:rsidRDefault="006360DD" w:rsidP="00C14859">
      <w:pPr>
        <w:rPr>
          <w:b/>
          <w:bCs/>
          <w:u w:val="single"/>
        </w:rPr>
      </w:pPr>
    </w:p>
    <w:p w:rsidR="006360DD" w:rsidRDefault="006360DD" w:rsidP="00C14859">
      <w:pPr>
        <w:rPr>
          <w:b/>
          <w:bCs/>
          <w:u w:val="single"/>
        </w:rPr>
      </w:pPr>
      <w:r w:rsidRPr="00A50287">
        <w:rPr>
          <w:b/>
          <w:bCs/>
          <w:u w:val="single"/>
        </w:rPr>
        <w:t>SECTION 4</w:t>
      </w:r>
    </w:p>
    <w:p w:rsidR="006360DD" w:rsidRPr="00A50287" w:rsidRDefault="006360DD" w:rsidP="00C14859">
      <w:pPr>
        <w:rPr>
          <w:b/>
          <w:bCs/>
          <w:u w:val="single"/>
        </w:rPr>
      </w:pPr>
    </w:p>
    <w:p w:rsidR="006360DD" w:rsidRDefault="006360DD" w:rsidP="00C14859">
      <w:r>
        <w:t>Read how synthetic insulin (recombinant insulin) is made and write down the steps needed to make it:</w:t>
      </w:r>
    </w:p>
    <w:p w:rsidR="006360DD" w:rsidRDefault="006360DD" w:rsidP="00C14859"/>
    <w:p w:rsidR="006360DD" w:rsidRDefault="006360DD" w:rsidP="00C14859">
      <w:pPr>
        <w:numPr>
          <w:ilvl w:val="0"/>
          <w:numId w:val="4"/>
        </w:numPr>
      </w:pPr>
      <w:r>
        <w:t xml:space="preserve">  </w:t>
      </w:r>
    </w:p>
    <w:p w:rsidR="006360DD" w:rsidRDefault="006360DD" w:rsidP="00057FA9">
      <w:pPr>
        <w:ind w:left="360"/>
      </w:pPr>
    </w:p>
    <w:p w:rsidR="006360DD" w:rsidRDefault="006360DD" w:rsidP="00057FA9">
      <w:pPr>
        <w:ind w:left="360"/>
      </w:pPr>
    </w:p>
    <w:p w:rsidR="006360DD" w:rsidRDefault="006360DD" w:rsidP="00057FA9">
      <w:pPr>
        <w:ind w:left="360"/>
      </w:pPr>
    </w:p>
    <w:p w:rsidR="006360DD" w:rsidRDefault="006360DD" w:rsidP="00C14859">
      <w:pPr>
        <w:numPr>
          <w:ilvl w:val="0"/>
          <w:numId w:val="4"/>
        </w:numPr>
      </w:pPr>
      <w:r>
        <w:t xml:space="preserve"> </w:t>
      </w:r>
    </w:p>
    <w:p w:rsidR="006360DD" w:rsidRDefault="006360DD" w:rsidP="00057FA9"/>
    <w:p w:rsidR="006360DD" w:rsidRDefault="006360DD" w:rsidP="00057FA9"/>
    <w:p w:rsidR="006360DD" w:rsidRDefault="006360DD" w:rsidP="00057FA9"/>
    <w:p w:rsidR="006360DD" w:rsidRDefault="006360DD" w:rsidP="00C14859">
      <w:pPr>
        <w:numPr>
          <w:ilvl w:val="0"/>
          <w:numId w:val="4"/>
        </w:numPr>
      </w:pPr>
      <w:r>
        <w:t xml:space="preserve"> </w:t>
      </w:r>
    </w:p>
    <w:p w:rsidR="006360DD" w:rsidRDefault="006360DD" w:rsidP="00057FA9"/>
    <w:p w:rsidR="006360DD" w:rsidRDefault="006360DD" w:rsidP="00057FA9"/>
    <w:p w:rsidR="006360DD" w:rsidRDefault="006360DD" w:rsidP="00057FA9">
      <w:r>
        <w:t xml:space="preserve"> </w:t>
      </w:r>
    </w:p>
    <w:p w:rsidR="006360DD" w:rsidRDefault="006360DD" w:rsidP="00C14859">
      <w:pPr>
        <w:numPr>
          <w:ilvl w:val="0"/>
          <w:numId w:val="4"/>
        </w:numPr>
      </w:pPr>
      <w:r>
        <w:t xml:space="preserve"> </w:t>
      </w:r>
    </w:p>
    <w:p w:rsidR="006360DD" w:rsidRDefault="006360DD" w:rsidP="00057FA9"/>
    <w:p w:rsidR="006360DD" w:rsidRDefault="006360DD" w:rsidP="00057FA9"/>
    <w:p w:rsidR="006360DD" w:rsidRDefault="006360DD" w:rsidP="00057FA9"/>
    <w:p w:rsidR="006360DD" w:rsidRDefault="006360DD" w:rsidP="00C14859">
      <w:pPr>
        <w:numPr>
          <w:ilvl w:val="0"/>
          <w:numId w:val="4"/>
        </w:numPr>
      </w:pPr>
      <w:r>
        <w:t xml:space="preserve"> </w:t>
      </w:r>
    </w:p>
    <w:p w:rsidR="006360DD" w:rsidRDefault="006360DD" w:rsidP="00057FA9"/>
    <w:p w:rsidR="006360DD" w:rsidRDefault="006360DD" w:rsidP="00057FA9"/>
    <w:p w:rsidR="006360DD" w:rsidRDefault="006360DD" w:rsidP="00057FA9"/>
    <w:p w:rsidR="006360DD" w:rsidRDefault="006360DD" w:rsidP="00C14859">
      <w:pPr>
        <w:numPr>
          <w:ilvl w:val="0"/>
          <w:numId w:val="4"/>
        </w:numPr>
      </w:pPr>
      <w:r>
        <w:t xml:space="preserve">  </w:t>
      </w:r>
    </w:p>
    <w:p w:rsidR="006360DD" w:rsidRDefault="006360DD" w:rsidP="00057FA9"/>
    <w:p w:rsidR="006360DD" w:rsidRDefault="006360DD" w:rsidP="00057FA9">
      <w:r>
        <w:t xml:space="preserve"> </w:t>
      </w:r>
    </w:p>
    <w:p w:rsidR="006360DD" w:rsidRDefault="006360DD" w:rsidP="00057FA9"/>
    <w:p w:rsidR="006360DD" w:rsidRPr="00C14859" w:rsidRDefault="006360DD" w:rsidP="00057FA9"/>
    <w:sectPr w:rsidR="006360DD" w:rsidRPr="00C14859" w:rsidSect="00382A48">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0DD" w:rsidRDefault="006360DD" w:rsidP="007263D0">
      <w:r>
        <w:separator/>
      </w:r>
    </w:p>
  </w:endnote>
  <w:endnote w:type="continuationSeparator" w:id="0">
    <w:p w:rsidR="006360DD" w:rsidRDefault="006360DD" w:rsidP="007263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0DD" w:rsidRDefault="006360DD" w:rsidP="0045412F">
    <w:pPr>
      <w:pStyle w:val="Footer"/>
      <w:framePr w:wrap="auto"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1</w:t>
    </w:r>
    <w:r>
      <w:rPr>
        <w:rStyle w:val="PageNumber"/>
        <w:rFonts w:cs="Arial"/>
      </w:rPr>
      <w:fldChar w:fldCharType="end"/>
    </w:r>
  </w:p>
  <w:p w:rsidR="006360DD" w:rsidRPr="007263D0" w:rsidRDefault="006360DD" w:rsidP="000A2FB9">
    <w:pPr>
      <w:pStyle w:val="Footer"/>
      <w:ind w:right="360"/>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Pr>
        <w:noProof/>
        <w:sz w:val="12"/>
        <w:szCs w:val="12"/>
      </w:rPr>
      <w:t>csd</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Pr>
        <w:noProof/>
        <w:sz w:val="12"/>
        <w:szCs w:val="12"/>
      </w:rPr>
      <w:t>P:\Templates\Normal.dot</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Pr>
        <w:noProof/>
        <w:sz w:val="12"/>
        <w:szCs w:val="12"/>
      </w:rPr>
      <w:t>0/0/0000</w:t>
    </w:r>
    <w:r w:rsidRPr="007263D0">
      <w:rP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0DD" w:rsidRDefault="006360DD" w:rsidP="007263D0">
      <w:r>
        <w:separator/>
      </w:r>
    </w:p>
  </w:footnote>
  <w:footnote w:type="continuationSeparator" w:id="0">
    <w:p w:rsidR="006360DD" w:rsidRDefault="006360DD" w:rsidP="00726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0DD" w:rsidRDefault="006360DD">
    <w:pPr>
      <w:pStyle w:val="Header"/>
    </w:pPr>
    <w:r>
      <w:t>Name ________________________</w:t>
    </w:r>
    <w:r>
      <w:tab/>
    </w:r>
    <w:r>
      <w:tab/>
      <w:t>Date 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55E71"/>
    <w:multiLevelType w:val="hybridMultilevel"/>
    <w:tmpl w:val="ABD22AC2"/>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6955C04"/>
    <w:multiLevelType w:val="hybridMultilevel"/>
    <w:tmpl w:val="80665F5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BCE3C15"/>
    <w:multiLevelType w:val="hybridMultilevel"/>
    <w:tmpl w:val="83B430B4"/>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5861E5C"/>
    <w:multiLevelType w:val="hybridMultilevel"/>
    <w:tmpl w:val="A754D56E"/>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374B0829"/>
    <w:multiLevelType w:val="multilevel"/>
    <w:tmpl w:val="FA1808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9F70564"/>
    <w:multiLevelType w:val="hybridMultilevel"/>
    <w:tmpl w:val="FA1808A8"/>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49B85748"/>
    <w:multiLevelType w:val="hybridMultilevel"/>
    <w:tmpl w:val="6B727BBC"/>
    <w:lvl w:ilvl="0" w:tplc="0409000B">
      <w:start w:val="1"/>
      <w:numFmt w:val="bullet"/>
      <w:lvlText w:val=""/>
      <w:lvlJc w:val="left"/>
      <w:pPr>
        <w:tabs>
          <w:tab w:val="num" w:pos="720"/>
        </w:tabs>
        <w:ind w:left="720" w:hanging="360"/>
      </w:pPr>
      <w:rPr>
        <w:rFonts w:ascii="Wingdings" w:hAnsi="Wingdings" w:cs="Wingdings" w:hint="default"/>
      </w:rPr>
    </w:lvl>
    <w:lvl w:ilvl="1" w:tplc="0409000B">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C191C27"/>
    <w:multiLevelType w:val="hybridMultilevel"/>
    <w:tmpl w:val="62327A1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5D042112"/>
    <w:multiLevelType w:val="hybridMultilevel"/>
    <w:tmpl w:val="DD10660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77BC2EEE"/>
    <w:multiLevelType w:val="hybridMultilevel"/>
    <w:tmpl w:val="432074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7"/>
  </w:num>
  <w:num w:numId="4">
    <w:abstractNumId w:val="5"/>
  </w:num>
  <w:num w:numId="5">
    <w:abstractNumId w:val="4"/>
  </w:num>
  <w:num w:numId="6">
    <w:abstractNumId w:val="6"/>
  </w:num>
  <w:num w:numId="7">
    <w:abstractNumId w:val="8"/>
  </w:num>
  <w:num w:numId="8">
    <w:abstractNumId w:val="1"/>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2DB"/>
    <w:rsid w:val="00057FA9"/>
    <w:rsid w:val="00067DE0"/>
    <w:rsid w:val="000A2FB9"/>
    <w:rsid w:val="00151559"/>
    <w:rsid w:val="001C161B"/>
    <w:rsid w:val="001C48B9"/>
    <w:rsid w:val="001C4E38"/>
    <w:rsid w:val="003035A6"/>
    <w:rsid w:val="0032313D"/>
    <w:rsid w:val="00382A48"/>
    <w:rsid w:val="003F5F91"/>
    <w:rsid w:val="0045412F"/>
    <w:rsid w:val="00515C5A"/>
    <w:rsid w:val="00617BF5"/>
    <w:rsid w:val="00630846"/>
    <w:rsid w:val="006360DD"/>
    <w:rsid w:val="006478FC"/>
    <w:rsid w:val="007263D0"/>
    <w:rsid w:val="0080372B"/>
    <w:rsid w:val="00804B4A"/>
    <w:rsid w:val="008452DB"/>
    <w:rsid w:val="008B2F9D"/>
    <w:rsid w:val="009306C1"/>
    <w:rsid w:val="009E7640"/>
    <w:rsid w:val="009F04DF"/>
    <w:rsid w:val="00A50287"/>
    <w:rsid w:val="00A9073E"/>
    <w:rsid w:val="00B94C72"/>
    <w:rsid w:val="00C113CE"/>
    <w:rsid w:val="00C14859"/>
    <w:rsid w:val="00C332B2"/>
    <w:rsid w:val="00D93F6B"/>
    <w:rsid w:val="00DF1E92"/>
    <w:rsid w:val="00F22C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72"/>
    <w:rPr>
      <w:rFonts w:ascii="Arial" w:hAnsi="Arial" w:cs="Arial"/>
      <w:sz w:val="24"/>
      <w:szCs w:val="24"/>
    </w:rPr>
  </w:style>
  <w:style w:type="paragraph" w:styleId="Heading2">
    <w:name w:val="heading 2"/>
    <w:basedOn w:val="Normal"/>
    <w:link w:val="Heading2Char"/>
    <w:uiPriority w:val="99"/>
    <w:qFormat/>
    <w:rsid w:val="00630846"/>
    <w:pPr>
      <w:spacing w:before="500" w:after="200"/>
      <w:outlineLvl w:val="1"/>
    </w:pPr>
    <w:rPr>
      <w:sz w:val="42"/>
      <w:szCs w:val="4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paragraph" w:styleId="Header">
    <w:name w:val="header"/>
    <w:basedOn w:val="Normal"/>
    <w:link w:val="HeaderChar"/>
    <w:uiPriority w:val="99"/>
    <w:rsid w:val="007263D0"/>
    <w:pPr>
      <w:tabs>
        <w:tab w:val="center" w:pos="4680"/>
        <w:tab w:val="right" w:pos="9360"/>
      </w:tabs>
    </w:pPr>
  </w:style>
  <w:style w:type="character" w:customStyle="1" w:styleId="HeaderChar">
    <w:name w:val="Header Char"/>
    <w:basedOn w:val="DefaultParagraphFont"/>
    <w:link w:val="Header"/>
    <w:uiPriority w:val="99"/>
    <w:locked/>
    <w:rsid w:val="007263D0"/>
    <w:rPr>
      <w:rFonts w:ascii="Arial" w:hAnsi="Arial" w:cs="Arial"/>
      <w:sz w:val="24"/>
      <w:szCs w:val="24"/>
    </w:rPr>
  </w:style>
  <w:style w:type="paragraph" w:styleId="Footer">
    <w:name w:val="footer"/>
    <w:basedOn w:val="Normal"/>
    <w:link w:val="FooterChar"/>
    <w:uiPriority w:val="99"/>
    <w:rsid w:val="007263D0"/>
    <w:pPr>
      <w:tabs>
        <w:tab w:val="center" w:pos="4680"/>
        <w:tab w:val="right" w:pos="9360"/>
      </w:tabs>
    </w:pPr>
  </w:style>
  <w:style w:type="character" w:customStyle="1" w:styleId="FooterChar">
    <w:name w:val="Footer Char"/>
    <w:basedOn w:val="DefaultParagraphFont"/>
    <w:link w:val="Footer"/>
    <w:uiPriority w:val="99"/>
    <w:locked/>
    <w:rsid w:val="007263D0"/>
    <w:rPr>
      <w:rFonts w:ascii="Arial" w:hAnsi="Arial" w:cs="Arial"/>
      <w:sz w:val="24"/>
      <w:szCs w:val="24"/>
    </w:rPr>
  </w:style>
  <w:style w:type="character" w:styleId="Hyperlink">
    <w:name w:val="Hyperlink"/>
    <w:basedOn w:val="DefaultParagraphFont"/>
    <w:uiPriority w:val="99"/>
    <w:rsid w:val="008452DB"/>
    <w:rPr>
      <w:color w:val="0000FF"/>
      <w:u w:val="single"/>
    </w:rPr>
  </w:style>
  <w:style w:type="paragraph" w:styleId="NormalWeb">
    <w:name w:val="Normal (Web)"/>
    <w:basedOn w:val="Normal"/>
    <w:uiPriority w:val="99"/>
    <w:rsid w:val="00630846"/>
    <w:pPr>
      <w:spacing w:before="200" w:after="300"/>
    </w:pPr>
  </w:style>
  <w:style w:type="character" w:styleId="PageNumber">
    <w:name w:val="page number"/>
    <w:basedOn w:val="DefaultParagraphFont"/>
    <w:uiPriority w:val="99"/>
    <w:rsid w:val="000A2FB9"/>
    <w:rPr>
      <w:rFonts w:cs="Times New Roman"/>
    </w:rPr>
  </w:style>
  <w:style w:type="paragraph" w:styleId="ListParagraph">
    <w:name w:val="List Paragraph"/>
    <w:basedOn w:val="Normal"/>
    <w:uiPriority w:val="99"/>
    <w:qFormat/>
    <w:rsid w:val="00515C5A"/>
    <w:pPr>
      <w:ind w:left="720"/>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iojayo.wikispaces.com/HE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231</Words>
  <Characters>1320</Characters>
  <Application>Microsoft Office Outlook</Application>
  <DocSecurity>0</DocSecurity>
  <Lines>0</Lines>
  <Paragraphs>0</Paragraphs>
  <ScaleCrop>false</ScaleCrop>
  <Company>Centennial School District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DNA ELECTROPHORESIS</dc:title>
  <dc:subject/>
  <dc:creator>jayoig</dc:creator>
  <cp:keywords/>
  <dc:description/>
  <cp:lastModifiedBy>ignacio jayo</cp:lastModifiedBy>
  <cp:revision>2</cp:revision>
  <dcterms:created xsi:type="dcterms:W3CDTF">2013-03-27T14:54:00Z</dcterms:created>
  <dcterms:modified xsi:type="dcterms:W3CDTF">2013-03-27T14:54:00Z</dcterms:modified>
</cp:coreProperties>
</file>